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77AD4" w14:textId="3EC84EBE" w:rsidR="00F945ED" w:rsidRPr="000B78E4" w:rsidRDefault="00A81C98" w:rsidP="0094321C">
      <w:pPr>
        <w:pStyle w:val="Nzevsmlouvy"/>
      </w:pPr>
      <w:r>
        <w:t>OPRÁVNĚNÉ OSOBY - KONTAKTY</w:t>
      </w:r>
    </w:p>
    <w:p w14:paraId="64906796" w14:textId="77777777" w:rsidR="00A81C98" w:rsidRDefault="00A81C98" w:rsidP="00A81C98">
      <w:pPr>
        <w:pStyle w:val="Nzevdlu"/>
      </w:pPr>
      <w:r>
        <w:t>Oprávněné osoby za Poskytovatele</w:t>
      </w:r>
    </w:p>
    <w:p w14:paraId="12E2E21A" w14:textId="2A4BF100" w:rsidR="00A81C98" w:rsidRDefault="00A81C98" w:rsidP="0039415B">
      <w:pPr>
        <w:pStyle w:val="Odstavec"/>
        <w:numPr>
          <w:ilvl w:val="0"/>
          <w:numId w:val="0"/>
        </w:numPr>
        <w:ind w:left="709" w:hanging="709"/>
      </w:pPr>
      <w:r>
        <w:t xml:space="preserve">Oprávněnými osobami </w:t>
      </w:r>
      <w:r w:rsidR="0094321C">
        <w:t>Poskytovatele</w:t>
      </w:r>
      <w:r>
        <w:t xml:space="preserve"> pro jednání v záležitostech plnění této Smlouvy</w:t>
      </w:r>
      <w:r w:rsidR="0094321C">
        <w:t xml:space="preserve"> </w:t>
      </w:r>
      <w:r>
        <w:t>jsou tyto osoby (kterákoli z uvedených):</w:t>
      </w:r>
    </w:p>
    <w:p w14:paraId="05C70620" w14:textId="77777777" w:rsidR="0039415B" w:rsidRDefault="0039415B" w:rsidP="0039415B">
      <w:pPr>
        <w:pStyle w:val="Odstavec"/>
        <w:numPr>
          <w:ilvl w:val="0"/>
          <w:numId w:val="0"/>
        </w:numPr>
        <w:ind w:left="709" w:hanging="709"/>
      </w:pPr>
    </w:p>
    <w:p w14:paraId="2508B58C" w14:textId="3D437CF2" w:rsidR="00A81C98" w:rsidRDefault="00A81C98" w:rsidP="0039415B">
      <w:pPr>
        <w:pStyle w:val="Odstavec"/>
      </w:pPr>
      <w:r>
        <w:t xml:space="preserve">Osobou oprávněnou k jednání za Poskytovatele ve věcech, které se týkají </w:t>
      </w:r>
      <w:r w:rsidRPr="00A81C98">
        <w:rPr>
          <w:b/>
          <w:bCs/>
        </w:rPr>
        <w:t>realizace prací</w:t>
      </w:r>
      <w:r>
        <w:t>:</w:t>
      </w:r>
    </w:p>
    <w:p w14:paraId="5A2974E1" w14:textId="1C03A42E" w:rsidR="00A81C98" w:rsidRDefault="00A81C98" w:rsidP="00A81C98">
      <w:pPr>
        <w:pStyle w:val="Odstavec"/>
        <w:numPr>
          <w:ilvl w:val="0"/>
          <w:numId w:val="0"/>
        </w:numPr>
        <w:ind w:left="709"/>
      </w:pPr>
      <w:r>
        <w:t>Jméno:</w:t>
      </w:r>
      <w:r w:rsidR="009F0757">
        <w:tab/>
      </w:r>
      <w:permStart w:id="1167986103" w:edGrp="everyone"/>
      <w:r>
        <w:t>[DOPLNÍ DODAVATEL]</w:t>
      </w:r>
      <w:permEnd w:id="1167986103"/>
    </w:p>
    <w:p w14:paraId="0375BE59" w14:textId="73E10EDA" w:rsidR="00A81C98" w:rsidRDefault="00A81C98" w:rsidP="00A81C98">
      <w:pPr>
        <w:pStyle w:val="Odstavec"/>
        <w:numPr>
          <w:ilvl w:val="0"/>
          <w:numId w:val="0"/>
        </w:numPr>
        <w:ind w:left="709"/>
      </w:pPr>
      <w:r>
        <w:t>E-mail:</w:t>
      </w:r>
      <w:r w:rsidR="009F0757">
        <w:tab/>
      </w:r>
      <w:permStart w:id="2108165160" w:edGrp="everyone"/>
      <w:r>
        <w:t>[DOPLNÍ DODAVATEL]</w:t>
      </w:r>
      <w:permEnd w:id="2108165160"/>
    </w:p>
    <w:p w14:paraId="5714114E" w14:textId="744D6915" w:rsidR="00A81C98" w:rsidRDefault="00A81C98" w:rsidP="00A81C98">
      <w:pPr>
        <w:pStyle w:val="Odstavec"/>
        <w:numPr>
          <w:ilvl w:val="0"/>
          <w:numId w:val="0"/>
        </w:numPr>
        <w:ind w:left="709"/>
      </w:pPr>
      <w:r>
        <w:t>Tel</w:t>
      </w:r>
      <w:r w:rsidR="009F0757">
        <w:t>:</w:t>
      </w:r>
      <w:r w:rsidR="009F0757">
        <w:tab/>
      </w:r>
      <w:permStart w:id="316040455" w:edGrp="everyone"/>
      <w:r>
        <w:t>[DOPLNÍ DODAVATEL]</w:t>
      </w:r>
      <w:permEnd w:id="316040455"/>
    </w:p>
    <w:p w14:paraId="2BF69620" w14:textId="77777777" w:rsidR="0039415B" w:rsidRDefault="0039415B" w:rsidP="00A81C98">
      <w:pPr>
        <w:pStyle w:val="Odstavec"/>
        <w:numPr>
          <w:ilvl w:val="0"/>
          <w:numId w:val="0"/>
        </w:numPr>
        <w:ind w:left="709"/>
      </w:pPr>
    </w:p>
    <w:p w14:paraId="37E8C749" w14:textId="77777777" w:rsidR="00A81C98" w:rsidRDefault="00A81C98" w:rsidP="00A81C98">
      <w:pPr>
        <w:pStyle w:val="Odstavec"/>
      </w:pPr>
      <w:r>
        <w:t xml:space="preserve">Osobou oprávněnou k jednání za Poskytovatele ve věcech, které se týkají </w:t>
      </w:r>
      <w:r w:rsidRPr="0038152C">
        <w:rPr>
          <w:b/>
          <w:bCs/>
        </w:rPr>
        <w:t>příjmu a potvrzení objednávek</w:t>
      </w:r>
      <w:r>
        <w:t>:</w:t>
      </w:r>
    </w:p>
    <w:p w14:paraId="78320F36" w14:textId="52BE38A0" w:rsidR="00A81C98" w:rsidRDefault="00A81C98" w:rsidP="00A81C98">
      <w:pPr>
        <w:pStyle w:val="Odstavec"/>
        <w:numPr>
          <w:ilvl w:val="0"/>
          <w:numId w:val="0"/>
        </w:numPr>
        <w:ind w:left="709"/>
      </w:pPr>
      <w:r>
        <w:t>Jméno:</w:t>
      </w:r>
      <w:r w:rsidR="009F0757">
        <w:tab/>
      </w:r>
      <w:permStart w:id="615076329" w:edGrp="everyone"/>
      <w:r>
        <w:t>[DOPLNÍ DODAVATEL]</w:t>
      </w:r>
      <w:permEnd w:id="615076329"/>
    </w:p>
    <w:p w14:paraId="337E86B3" w14:textId="668F29A4" w:rsidR="00A81C98" w:rsidRDefault="00A81C98" w:rsidP="00A81C98">
      <w:pPr>
        <w:pStyle w:val="Odstavec"/>
        <w:numPr>
          <w:ilvl w:val="0"/>
          <w:numId w:val="0"/>
        </w:numPr>
        <w:ind w:left="709"/>
      </w:pPr>
      <w:r>
        <w:t>E-mail:</w:t>
      </w:r>
      <w:r w:rsidR="009F0757">
        <w:tab/>
      </w:r>
      <w:permStart w:id="486480544" w:edGrp="everyone"/>
      <w:r>
        <w:t>[DOPLNÍ DODAVATEL]</w:t>
      </w:r>
      <w:permEnd w:id="486480544"/>
    </w:p>
    <w:p w14:paraId="18025314" w14:textId="2DC137B2" w:rsidR="00A81C98" w:rsidRDefault="00A81C98" w:rsidP="00A81C98">
      <w:pPr>
        <w:pStyle w:val="Odstavec"/>
        <w:numPr>
          <w:ilvl w:val="0"/>
          <w:numId w:val="0"/>
        </w:numPr>
        <w:ind w:left="709"/>
      </w:pPr>
      <w:r>
        <w:t xml:space="preserve">Tel: </w:t>
      </w:r>
      <w:r w:rsidR="009F0757">
        <w:tab/>
      </w:r>
      <w:permStart w:id="1433673021" w:edGrp="everyone"/>
      <w:r>
        <w:t>[DOPLNÍ DODAVATEL]</w:t>
      </w:r>
      <w:permEnd w:id="1433673021"/>
    </w:p>
    <w:p w14:paraId="098D8759" w14:textId="77777777" w:rsidR="0039415B" w:rsidRDefault="0039415B" w:rsidP="00A81C98">
      <w:pPr>
        <w:pStyle w:val="Odstavec"/>
        <w:numPr>
          <w:ilvl w:val="0"/>
          <w:numId w:val="0"/>
        </w:numPr>
        <w:ind w:left="709"/>
      </w:pPr>
    </w:p>
    <w:p w14:paraId="2C39D5C6" w14:textId="77777777" w:rsidR="00A81C98" w:rsidRDefault="00A81C98" w:rsidP="00A81C98">
      <w:pPr>
        <w:pStyle w:val="Odstavec"/>
      </w:pPr>
      <w:r>
        <w:t xml:space="preserve">Osobou oprávněnou k jednání za Poskytovatele ve věcech, které se týkají </w:t>
      </w:r>
      <w:r w:rsidRPr="0094321C">
        <w:rPr>
          <w:b/>
          <w:bCs/>
        </w:rPr>
        <w:t>hlášení havarijního stavu</w:t>
      </w:r>
      <w:r>
        <w:t>:</w:t>
      </w:r>
    </w:p>
    <w:p w14:paraId="41CAC68D" w14:textId="5538D116" w:rsidR="00A81C98" w:rsidRDefault="00A81C98" w:rsidP="0038152C">
      <w:pPr>
        <w:pStyle w:val="Odstavec"/>
        <w:numPr>
          <w:ilvl w:val="0"/>
          <w:numId w:val="0"/>
        </w:numPr>
        <w:ind w:left="709"/>
      </w:pPr>
      <w:r>
        <w:t>Jméno</w:t>
      </w:r>
      <w:r w:rsidR="009F0757">
        <w:t>:</w:t>
      </w:r>
      <w:r w:rsidR="009F0757">
        <w:tab/>
      </w:r>
      <w:permStart w:id="1219513036" w:edGrp="everyone"/>
      <w:r>
        <w:t>[DOPLNÍ DODAVATEL]</w:t>
      </w:r>
      <w:permEnd w:id="1219513036"/>
    </w:p>
    <w:p w14:paraId="1B2FDCDA" w14:textId="4860B18B" w:rsidR="00A81C98" w:rsidRDefault="00A81C98" w:rsidP="0038152C">
      <w:pPr>
        <w:pStyle w:val="Odstavec"/>
        <w:numPr>
          <w:ilvl w:val="0"/>
          <w:numId w:val="0"/>
        </w:numPr>
        <w:ind w:left="709"/>
      </w:pPr>
      <w:r>
        <w:t>E-mail:</w:t>
      </w:r>
      <w:permStart w:id="1708738390" w:edGrp="everyone"/>
      <w:r w:rsidR="009F0757">
        <w:tab/>
      </w:r>
      <w:r>
        <w:t>[DOPLNÍ DODAVATEL]</w:t>
      </w:r>
      <w:permEnd w:id="1708738390"/>
    </w:p>
    <w:p w14:paraId="16385191" w14:textId="1D9E63D5" w:rsidR="00A81C98" w:rsidRDefault="00A81C98" w:rsidP="0038152C">
      <w:pPr>
        <w:pStyle w:val="Odstavec"/>
        <w:numPr>
          <w:ilvl w:val="0"/>
          <w:numId w:val="0"/>
        </w:numPr>
        <w:ind w:left="709"/>
      </w:pPr>
      <w:r>
        <w:t xml:space="preserve">Tel: </w:t>
      </w:r>
      <w:r>
        <w:tab/>
      </w:r>
      <w:permStart w:id="586645433" w:edGrp="everyone"/>
      <w:r>
        <w:t>[DOPLNÍ DODAVATEL]</w:t>
      </w:r>
      <w:permEnd w:id="586645433"/>
    </w:p>
    <w:p w14:paraId="0ACA37DE" w14:textId="69E08E74" w:rsidR="0038152C" w:rsidRDefault="00A81C98" w:rsidP="0038152C">
      <w:pPr>
        <w:pStyle w:val="Odstavec"/>
        <w:numPr>
          <w:ilvl w:val="0"/>
          <w:numId w:val="0"/>
        </w:numPr>
        <w:ind w:left="709"/>
      </w:pPr>
      <w:r>
        <w:t xml:space="preserve">Hot – line pro hlášení havarijních stavů: </w:t>
      </w:r>
      <w:permStart w:id="455745698" w:edGrp="everyone"/>
      <w:r>
        <w:t>[DOPLNÍ DODAVATEL]</w:t>
      </w:r>
      <w:permEnd w:id="455745698"/>
    </w:p>
    <w:p w14:paraId="533CC07E" w14:textId="77777777" w:rsidR="0038152C" w:rsidRDefault="0038152C" w:rsidP="0038152C">
      <w:pPr>
        <w:pStyle w:val="Odstavec"/>
        <w:numPr>
          <w:ilvl w:val="0"/>
          <w:numId w:val="0"/>
        </w:numPr>
        <w:ind w:left="709"/>
      </w:pPr>
    </w:p>
    <w:p w14:paraId="0D09AB00" w14:textId="1AF14810" w:rsidR="00A81C98" w:rsidRDefault="0038152C" w:rsidP="0038152C">
      <w:pPr>
        <w:pStyle w:val="Odstavec"/>
        <w:numPr>
          <w:ilvl w:val="0"/>
          <w:numId w:val="0"/>
        </w:numPr>
        <w:ind w:left="709" w:hanging="709"/>
      </w:pPr>
      <w:r>
        <w:t>Poskytovatel</w:t>
      </w:r>
      <w:r w:rsidR="00A81C98">
        <w:t xml:space="preserve"> může změnit kontaktní osoby písemným oznámením zaslaným </w:t>
      </w:r>
      <w:r>
        <w:t>Objednateli.</w:t>
      </w:r>
    </w:p>
    <w:p w14:paraId="5F836B02" w14:textId="77777777" w:rsidR="00A81C98" w:rsidRPr="00794681" w:rsidRDefault="00A81C98" w:rsidP="0038152C">
      <w:pPr>
        <w:pStyle w:val="Odstavec"/>
        <w:numPr>
          <w:ilvl w:val="0"/>
          <w:numId w:val="0"/>
        </w:numPr>
        <w:ind w:left="709"/>
      </w:pPr>
    </w:p>
    <w:sectPr w:rsidR="00A81C98" w:rsidRPr="0079468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AA4A2" w14:textId="77777777" w:rsidR="005E4074" w:rsidRDefault="005E4074" w:rsidP="004143AB">
      <w:pPr>
        <w:spacing w:line="240" w:lineRule="auto"/>
      </w:pPr>
      <w:r>
        <w:separator/>
      </w:r>
    </w:p>
  </w:endnote>
  <w:endnote w:type="continuationSeparator" w:id="0">
    <w:p w14:paraId="22C4FE5C" w14:textId="77777777" w:rsidR="005E4074" w:rsidRDefault="005E4074" w:rsidP="004143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0529142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13D10178" w14:textId="77777777" w:rsidR="004143AB" w:rsidRPr="00B37A10" w:rsidRDefault="004143AB">
        <w:pPr>
          <w:pStyle w:val="Zpat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B37A1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37A1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37A1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96C0F" w:rsidRPr="00B37A10">
          <w:rPr>
            <w:rFonts w:asciiTheme="minorHAnsi" w:hAnsiTheme="minorHAnsi" w:cstheme="minorHAnsi"/>
            <w:sz w:val="22"/>
            <w:szCs w:val="22"/>
          </w:rPr>
          <w:t>11</w:t>
        </w:r>
        <w:r w:rsidRPr="00B37A10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54320E9E" w14:textId="77777777" w:rsidR="004143AB" w:rsidRDefault="004143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5C065" w14:textId="77777777" w:rsidR="005E4074" w:rsidRDefault="005E4074" w:rsidP="004143AB">
      <w:pPr>
        <w:spacing w:line="240" w:lineRule="auto"/>
      </w:pPr>
      <w:r>
        <w:separator/>
      </w:r>
    </w:p>
  </w:footnote>
  <w:footnote w:type="continuationSeparator" w:id="0">
    <w:p w14:paraId="16E0440D" w14:textId="77777777" w:rsidR="005E4074" w:rsidRDefault="005E4074" w:rsidP="004143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E24F1" w14:textId="77777777" w:rsidR="00AB0A7C" w:rsidRDefault="00AB0A7C" w:rsidP="00AB0A7C">
    <w:pPr>
      <w:pStyle w:val="Nzevsmlouvy"/>
      <w:jc w:val="right"/>
    </w:pPr>
    <w:r>
      <w:t>Příloha č. 4</w:t>
    </w:r>
  </w:p>
  <w:p w14:paraId="04EFD34F" w14:textId="77777777" w:rsidR="00AB0A7C" w:rsidRDefault="00AB0A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26828"/>
    <w:multiLevelType w:val="multilevel"/>
    <w:tmpl w:val="17EAEF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EFB7D25"/>
    <w:multiLevelType w:val="multilevel"/>
    <w:tmpl w:val="389E6C98"/>
    <w:lvl w:ilvl="0">
      <w:start w:val="1"/>
      <w:numFmt w:val="decimal"/>
      <w:pStyle w:val="Nzevdlu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pStyle w:val="123Odstavec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E9775D9"/>
    <w:multiLevelType w:val="multilevel"/>
    <w:tmpl w:val="CE7E75E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3" w15:restartNumberingAfterBreak="0">
    <w:nsid w:val="73E0209C"/>
    <w:multiLevelType w:val="hybridMultilevel"/>
    <w:tmpl w:val="EE56E446"/>
    <w:lvl w:ilvl="0" w:tplc="80EA019A">
      <w:start w:val="2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22644504">
    <w:abstractNumId w:val="1"/>
  </w:num>
  <w:num w:numId="2" w16cid:durableId="938488928">
    <w:abstractNumId w:val="2"/>
  </w:num>
  <w:num w:numId="3" w16cid:durableId="1089541202">
    <w:abstractNumId w:val="3"/>
  </w:num>
  <w:num w:numId="4" w16cid:durableId="1766412561">
    <w:abstractNumId w:val="2"/>
    <w:lvlOverride w:ilvl="0">
      <w:startOverride w:val="9"/>
    </w:lvlOverride>
    <w:lvlOverride w:ilvl="1">
      <w:startOverride w:val="2"/>
    </w:lvlOverride>
    <w:lvlOverride w:ilvl="2">
      <w:startOverride w:val="1"/>
    </w:lvlOverride>
  </w:num>
  <w:num w:numId="5" w16cid:durableId="1625770671">
    <w:abstractNumId w:val="2"/>
    <w:lvlOverride w:ilvl="0">
      <w:startOverride w:val="9"/>
    </w:lvlOverride>
    <w:lvlOverride w:ilvl="1">
      <w:startOverride w:val="2"/>
    </w:lvlOverride>
    <w:lvlOverride w:ilvl="2">
      <w:startOverride w:val="1"/>
    </w:lvlOverride>
  </w:num>
  <w:num w:numId="6" w16cid:durableId="761028262">
    <w:abstractNumId w:val="2"/>
    <w:lvlOverride w:ilvl="0">
      <w:startOverride w:val="9"/>
    </w:lvlOverride>
    <w:lvlOverride w:ilvl="1">
      <w:startOverride w:val="2"/>
    </w:lvlOverride>
    <w:lvlOverride w:ilvl="2">
      <w:startOverride w:val="1"/>
    </w:lvlOverride>
  </w:num>
  <w:num w:numId="7" w16cid:durableId="1744643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z1ew8bc78SPOHFN6fFTb79HQiMw7cGI1Vqnx4AXCaO2TIC6BdS/qntR7lXWq/uUHTHw3QFLDcLL1wOyDVTnlEA==" w:salt="GZXY+Eh2aUh/wQYjcyF6A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C98"/>
    <w:rsid w:val="000055BE"/>
    <w:rsid w:val="00010996"/>
    <w:rsid w:val="00010CDC"/>
    <w:rsid w:val="00032014"/>
    <w:rsid w:val="00032192"/>
    <w:rsid w:val="00033C9D"/>
    <w:rsid w:val="00050E41"/>
    <w:rsid w:val="000544AB"/>
    <w:rsid w:val="000712F7"/>
    <w:rsid w:val="00073F77"/>
    <w:rsid w:val="00090621"/>
    <w:rsid w:val="00092969"/>
    <w:rsid w:val="000B78E4"/>
    <w:rsid w:val="000F69CB"/>
    <w:rsid w:val="0011719C"/>
    <w:rsid w:val="00121670"/>
    <w:rsid w:val="001229C3"/>
    <w:rsid w:val="001241B9"/>
    <w:rsid w:val="00124A96"/>
    <w:rsid w:val="001651A6"/>
    <w:rsid w:val="001A1583"/>
    <w:rsid w:val="001D1B45"/>
    <w:rsid w:val="001D370D"/>
    <w:rsid w:val="001D578A"/>
    <w:rsid w:val="001F040B"/>
    <w:rsid w:val="001F04CB"/>
    <w:rsid w:val="00226B35"/>
    <w:rsid w:val="00240885"/>
    <w:rsid w:val="00280214"/>
    <w:rsid w:val="002910F2"/>
    <w:rsid w:val="0029156A"/>
    <w:rsid w:val="002A306F"/>
    <w:rsid w:val="002A66C2"/>
    <w:rsid w:val="002B31A4"/>
    <w:rsid w:val="002C2A21"/>
    <w:rsid w:val="00301ABE"/>
    <w:rsid w:val="0032319D"/>
    <w:rsid w:val="00324779"/>
    <w:rsid w:val="003405A6"/>
    <w:rsid w:val="00344551"/>
    <w:rsid w:val="00346BAC"/>
    <w:rsid w:val="003500B9"/>
    <w:rsid w:val="00354204"/>
    <w:rsid w:val="003765B9"/>
    <w:rsid w:val="003803C7"/>
    <w:rsid w:val="0038152C"/>
    <w:rsid w:val="0039415B"/>
    <w:rsid w:val="003A2E0C"/>
    <w:rsid w:val="003B37D9"/>
    <w:rsid w:val="003B69F2"/>
    <w:rsid w:val="003F490B"/>
    <w:rsid w:val="003F7A15"/>
    <w:rsid w:val="0040534F"/>
    <w:rsid w:val="004126A4"/>
    <w:rsid w:val="004143AB"/>
    <w:rsid w:val="004270E6"/>
    <w:rsid w:val="00430FC4"/>
    <w:rsid w:val="004351C5"/>
    <w:rsid w:val="00441170"/>
    <w:rsid w:val="00454F25"/>
    <w:rsid w:val="00471F24"/>
    <w:rsid w:val="00480CDB"/>
    <w:rsid w:val="00484291"/>
    <w:rsid w:val="004A3F64"/>
    <w:rsid w:val="004B7410"/>
    <w:rsid w:val="004D39BA"/>
    <w:rsid w:val="0051659E"/>
    <w:rsid w:val="00535470"/>
    <w:rsid w:val="00536260"/>
    <w:rsid w:val="00536E42"/>
    <w:rsid w:val="005436A0"/>
    <w:rsid w:val="00544217"/>
    <w:rsid w:val="00550D77"/>
    <w:rsid w:val="00564FEE"/>
    <w:rsid w:val="00571054"/>
    <w:rsid w:val="00583707"/>
    <w:rsid w:val="005863D2"/>
    <w:rsid w:val="005879B2"/>
    <w:rsid w:val="005B49FF"/>
    <w:rsid w:val="005C181E"/>
    <w:rsid w:val="005C4996"/>
    <w:rsid w:val="005D07F4"/>
    <w:rsid w:val="005E2A2A"/>
    <w:rsid w:val="005E4074"/>
    <w:rsid w:val="005F2D41"/>
    <w:rsid w:val="005F65A4"/>
    <w:rsid w:val="00602C3D"/>
    <w:rsid w:val="0061245C"/>
    <w:rsid w:val="00617AC5"/>
    <w:rsid w:val="006233CC"/>
    <w:rsid w:val="006373C8"/>
    <w:rsid w:val="0064221A"/>
    <w:rsid w:val="00653AEB"/>
    <w:rsid w:val="006810CA"/>
    <w:rsid w:val="006A2553"/>
    <w:rsid w:val="006A48A3"/>
    <w:rsid w:val="006B192E"/>
    <w:rsid w:val="006E0A07"/>
    <w:rsid w:val="006F5E55"/>
    <w:rsid w:val="007111FB"/>
    <w:rsid w:val="00713499"/>
    <w:rsid w:val="00716BC0"/>
    <w:rsid w:val="00730DFA"/>
    <w:rsid w:val="0073425C"/>
    <w:rsid w:val="00734935"/>
    <w:rsid w:val="0074005A"/>
    <w:rsid w:val="00773488"/>
    <w:rsid w:val="00781BE1"/>
    <w:rsid w:val="00794681"/>
    <w:rsid w:val="0079575B"/>
    <w:rsid w:val="00795976"/>
    <w:rsid w:val="0079778A"/>
    <w:rsid w:val="007D7D14"/>
    <w:rsid w:val="007F2F92"/>
    <w:rsid w:val="007F3006"/>
    <w:rsid w:val="00811803"/>
    <w:rsid w:val="00817111"/>
    <w:rsid w:val="008327D5"/>
    <w:rsid w:val="00834929"/>
    <w:rsid w:val="008437A3"/>
    <w:rsid w:val="00850844"/>
    <w:rsid w:val="00851B98"/>
    <w:rsid w:val="00852923"/>
    <w:rsid w:val="00880A99"/>
    <w:rsid w:val="008904EB"/>
    <w:rsid w:val="00895687"/>
    <w:rsid w:val="008B26F0"/>
    <w:rsid w:val="008B6F27"/>
    <w:rsid w:val="008B7204"/>
    <w:rsid w:val="008F2894"/>
    <w:rsid w:val="008F2E4A"/>
    <w:rsid w:val="008F3F4D"/>
    <w:rsid w:val="008F4242"/>
    <w:rsid w:val="00904D1F"/>
    <w:rsid w:val="00907E44"/>
    <w:rsid w:val="00910C56"/>
    <w:rsid w:val="00921A7F"/>
    <w:rsid w:val="0094321C"/>
    <w:rsid w:val="009616AC"/>
    <w:rsid w:val="00973D4E"/>
    <w:rsid w:val="00982555"/>
    <w:rsid w:val="00984E84"/>
    <w:rsid w:val="009916A1"/>
    <w:rsid w:val="00993F6C"/>
    <w:rsid w:val="00996C0F"/>
    <w:rsid w:val="009D1094"/>
    <w:rsid w:val="009D3EB0"/>
    <w:rsid w:val="009F035F"/>
    <w:rsid w:val="009F0757"/>
    <w:rsid w:val="009F10E1"/>
    <w:rsid w:val="009F2124"/>
    <w:rsid w:val="00A17CC4"/>
    <w:rsid w:val="00A20E83"/>
    <w:rsid w:val="00A31409"/>
    <w:rsid w:val="00A435CA"/>
    <w:rsid w:val="00A44CDB"/>
    <w:rsid w:val="00A47F7C"/>
    <w:rsid w:val="00A536E1"/>
    <w:rsid w:val="00A6747E"/>
    <w:rsid w:val="00A743AF"/>
    <w:rsid w:val="00A81A08"/>
    <w:rsid w:val="00A81C98"/>
    <w:rsid w:val="00AA1BF6"/>
    <w:rsid w:val="00AA75C4"/>
    <w:rsid w:val="00AB0A7C"/>
    <w:rsid w:val="00AD3CB1"/>
    <w:rsid w:val="00AD77E2"/>
    <w:rsid w:val="00AE440A"/>
    <w:rsid w:val="00AF3940"/>
    <w:rsid w:val="00B11E8D"/>
    <w:rsid w:val="00B25B76"/>
    <w:rsid w:val="00B37A10"/>
    <w:rsid w:val="00B46D1A"/>
    <w:rsid w:val="00B46F2E"/>
    <w:rsid w:val="00B517A5"/>
    <w:rsid w:val="00B67EC7"/>
    <w:rsid w:val="00B7000E"/>
    <w:rsid w:val="00B76EA0"/>
    <w:rsid w:val="00B86EC0"/>
    <w:rsid w:val="00B912FC"/>
    <w:rsid w:val="00BA0670"/>
    <w:rsid w:val="00BA398A"/>
    <w:rsid w:val="00BB2394"/>
    <w:rsid w:val="00BB3E6C"/>
    <w:rsid w:val="00BD474C"/>
    <w:rsid w:val="00BD5B19"/>
    <w:rsid w:val="00BE52FE"/>
    <w:rsid w:val="00BE765C"/>
    <w:rsid w:val="00BF04CE"/>
    <w:rsid w:val="00BF587A"/>
    <w:rsid w:val="00C16D8A"/>
    <w:rsid w:val="00C21B87"/>
    <w:rsid w:val="00C370A8"/>
    <w:rsid w:val="00C52FD1"/>
    <w:rsid w:val="00C5303A"/>
    <w:rsid w:val="00C54C27"/>
    <w:rsid w:val="00C551DC"/>
    <w:rsid w:val="00C56107"/>
    <w:rsid w:val="00C72552"/>
    <w:rsid w:val="00C751F6"/>
    <w:rsid w:val="00C81761"/>
    <w:rsid w:val="00C82CAE"/>
    <w:rsid w:val="00C83DB1"/>
    <w:rsid w:val="00C87EB7"/>
    <w:rsid w:val="00C9190C"/>
    <w:rsid w:val="00C92BD6"/>
    <w:rsid w:val="00CA34FE"/>
    <w:rsid w:val="00CB6846"/>
    <w:rsid w:val="00CD4A85"/>
    <w:rsid w:val="00CE0937"/>
    <w:rsid w:val="00D23D00"/>
    <w:rsid w:val="00D27861"/>
    <w:rsid w:val="00D30952"/>
    <w:rsid w:val="00D45C29"/>
    <w:rsid w:val="00D5005C"/>
    <w:rsid w:val="00D52856"/>
    <w:rsid w:val="00D62A3A"/>
    <w:rsid w:val="00D72219"/>
    <w:rsid w:val="00D87F64"/>
    <w:rsid w:val="00D96179"/>
    <w:rsid w:val="00DA556D"/>
    <w:rsid w:val="00DA72E4"/>
    <w:rsid w:val="00DC7212"/>
    <w:rsid w:val="00DD00DD"/>
    <w:rsid w:val="00DD7515"/>
    <w:rsid w:val="00DF26C9"/>
    <w:rsid w:val="00DF277C"/>
    <w:rsid w:val="00E10D87"/>
    <w:rsid w:val="00E1532B"/>
    <w:rsid w:val="00E155DC"/>
    <w:rsid w:val="00E31C48"/>
    <w:rsid w:val="00E34F5B"/>
    <w:rsid w:val="00E62073"/>
    <w:rsid w:val="00E63E24"/>
    <w:rsid w:val="00E95C90"/>
    <w:rsid w:val="00EC17E7"/>
    <w:rsid w:val="00EC199B"/>
    <w:rsid w:val="00EE0927"/>
    <w:rsid w:val="00EF06B2"/>
    <w:rsid w:val="00F168D6"/>
    <w:rsid w:val="00F43FC6"/>
    <w:rsid w:val="00F44E4D"/>
    <w:rsid w:val="00F5149B"/>
    <w:rsid w:val="00F64E9A"/>
    <w:rsid w:val="00F858CB"/>
    <w:rsid w:val="00F87D1A"/>
    <w:rsid w:val="00F945ED"/>
    <w:rsid w:val="00FA0C45"/>
    <w:rsid w:val="00FA5B88"/>
    <w:rsid w:val="00FA75D8"/>
    <w:rsid w:val="00FB138D"/>
    <w:rsid w:val="00FC1444"/>
    <w:rsid w:val="00FD5130"/>
    <w:rsid w:val="00FE1965"/>
    <w:rsid w:val="00FE7B86"/>
    <w:rsid w:val="00FF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9B058"/>
  <w15:chartTrackingRefBased/>
  <w15:docId w15:val="{456836B0-A6CD-49FE-A523-B6DDD7427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945ED"/>
    <w:pPr>
      <w:widowControl w:val="0"/>
      <w:spacing w:after="0" w:line="288" w:lineRule="auto"/>
    </w:pPr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F64E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rsid w:val="00F945ED"/>
    <w:pPr>
      <w:widowControl/>
      <w:spacing w:line="240" w:lineRule="auto"/>
      <w:ind w:left="709" w:hanging="709"/>
      <w:contextualSpacing/>
    </w:pPr>
    <w:rPr>
      <w:noProof w:val="0"/>
      <w:szCs w:val="24"/>
    </w:rPr>
  </w:style>
  <w:style w:type="paragraph" w:styleId="Textvbloku">
    <w:name w:val="Block Text"/>
    <w:basedOn w:val="Normln"/>
    <w:rsid w:val="00F945ED"/>
    <w:pPr>
      <w:spacing w:line="240" w:lineRule="auto"/>
      <w:ind w:right="-92"/>
      <w:jc w:val="both"/>
    </w:pPr>
    <w:rPr>
      <w:noProof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45E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45ED"/>
    <w:rPr>
      <w:rFonts w:ascii="Segoe UI" w:eastAsia="Times New Roman" w:hAnsi="Segoe UI" w:cs="Segoe UI"/>
      <w:noProof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E0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E0A07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0A07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A07"/>
    <w:rPr>
      <w:rFonts w:ascii="Times New Roman" w:eastAsia="Times New Roman" w:hAnsi="Times New Roman" w:cs="Times New Roman"/>
      <w:b/>
      <w:bCs/>
      <w:noProof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A66C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43A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43AB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43A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43AB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customStyle="1" w:styleId="Nzevdlu">
    <w:name w:val="Název dílu"/>
    <w:basedOn w:val="Nadpis2"/>
    <w:link w:val="NzevdluChar"/>
    <w:qFormat/>
    <w:rsid w:val="001241B9"/>
    <w:pPr>
      <w:numPr>
        <w:numId w:val="1"/>
      </w:numPr>
      <w:spacing w:before="360" w:after="120"/>
      <w:ind w:left="357" w:hanging="357"/>
      <w:jc w:val="both"/>
    </w:pPr>
    <w:rPr>
      <w:rFonts w:asciiTheme="minorHAnsi" w:hAnsiTheme="minorHAnsi"/>
      <w:b/>
      <w:color w:val="000000" w:themeColor="text1"/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1241B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zevdluChar">
    <w:name w:val="Název dílu Char"/>
    <w:basedOn w:val="OdstavecseseznamemChar"/>
    <w:link w:val="Nzevdlu"/>
    <w:rsid w:val="00F64E9A"/>
    <w:rPr>
      <w:rFonts w:ascii="Times New Roman" w:eastAsiaTheme="majorEastAsia" w:hAnsi="Times New Roman" w:cstheme="majorBidi"/>
      <w:b/>
      <w:noProof/>
      <w:color w:val="000000" w:themeColor="text1"/>
      <w:sz w:val="24"/>
      <w:szCs w:val="26"/>
      <w:lang w:eastAsia="cs-CZ"/>
    </w:rPr>
  </w:style>
  <w:style w:type="paragraph" w:customStyle="1" w:styleId="Odstavec">
    <w:name w:val="Odstavec"/>
    <w:basedOn w:val="Odstavecseseznamem"/>
    <w:link w:val="OdstavecChar"/>
    <w:qFormat/>
    <w:rsid w:val="001241B9"/>
    <w:pPr>
      <w:numPr>
        <w:ilvl w:val="1"/>
        <w:numId w:val="1"/>
      </w:numPr>
      <w:spacing w:after="120"/>
      <w:ind w:left="709" w:hanging="709"/>
      <w:contextualSpacing w:val="0"/>
      <w:jc w:val="both"/>
    </w:pPr>
    <w:rPr>
      <w:rFonts w:asciiTheme="minorHAnsi" w:hAnsiTheme="minorHAnsi"/>
      <w:color w:val="000000" w:themeColor="text1"/>
      <w:sz w:val="22"/>
    </w:rPr>
  </w:style>
  <w:style w:type="character" w:customStyle="1" w:styleId="OdstavecChar">
    <w:name w:val="Odstavec Char"/>
    <w:basedOn w:val="OdstavecseseznamemChar"/>
    <w:link w:val="Odstavec"/>
    <w:rsid w:val="001241B9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paragraph" w:customStyle="1" w:styleId="Nzevsmlouvy">
    <w:name w:val="Název smlouvy"/>
    <w:basedOn w:val="Normln"/>
    <w:link w:val="NzevsmlouvyChar"/>
    <w:qFormat/>
    <w:rsid w:val="001241B9"/>
    <w:pPr>
      <w:spacing w:after="120" w:line="240" w:lineRule="auto"/>
      <w:jc w:val="center"/>
    </w:pPr>
    <w:rPr>
      <w:rFonts w:asciiTheme="minorHAnsi" w:hAnsiTheme="minorHAnsi"/>
      <w:b/>
      <w:color w:val="000000" w:themeColor="text1"/>
      <w:sz w:val="32"/>
    </w:rPr>
  </w:style>
  <w:style w:type="character" w:customStyle="1" w:styleId="NzevsmlouvyChar">
    <w:name w:val="Název smlouvy Char"/>
    <w:basedOn w:val="Standardnpsmoodstavce"/>
    <w:link w:val="Nzevsmlouvy"/>
    <w:rsid w:val="001241B9"/>
    <w:rPr>
      <w:rFonts w:eastAsia="Times New Roman" w:cs="Times New Roman"/>
      <w:b/>
      <w:noProof/>
      <w:color w:val="000000" w:themeColor="text1"/>
      <w:sz w:val="32"/>
      <w:szCs w:val="20"/>
      <w:lang w:eastAsia="cs-CZ"/>
    </w:rPr>
  </w:style>
  <w:style w:type="paragraph" w:customStyle="1" w:styleId="Podnzevsmlouvy">
    <w:name w:val="Podnázev smlouvy"/>
    <w:basedOn w:val="Normln"/>
    <w:link w:val="PodnzevsmlouvyChar"/>
    <w:qFormat/>
    <w:rsid w:val="001241B9"/>
    <w:pPr>
      <w:spacing w:after="120" w:line="240" w:lineRule="auto"/>
      <w:jc w:val="center"/>
    </w:pPr>
    <w:rPr>
      <w:rFonts w:asciiTheme="minorHAnsi" w:hAnsiTheme="minorHAnsi"/>
      <w:b/>
      <w:color w:val="000000" w:themeColor="text1"/>
      <w:sz w:val="22"/>
    </w:rPr>
  </w:style>
  <w:style w:type="character" w:customStyle="1" w:styleId="PodnzevsmlouvyChar">
    <w:name w:val="Podnázev smlouvy Char"/>
    <w:basedOn w:val="Standardnpsmoodstavce"/>
    <w:link w:val="Podnzevsmlouvy"/>
    <w:rsid w:val="001241B9"/>
    <w:rPr>
      <w:rFonts w:eastAsia="Times New Roman" w:cs="Times New Roman"/>
      <w:b/>
      <w:noProof/>
      <w:color w:val="000000" w:themeColor="text1"/>
      <w:szCs w:val="20"/>
      <w:lang w:eastAsia="cs-CZ"/>
    </w:rPr>
  </w:style>
  <w:style w:type="character" w:styleId="Zdraznn">
    <w:name w:val="Emphasis"/>
    <w:basedOn w:val="Standardnpsmoodstavce"/>
    <w:uiPriority w:val="20"/>
    <w:rsid w:val="005E2A2A"/>
    <w:rPr>
      <w:i/>
      <w:iCs/>
    </w:rPr>
  </w:style>
  <w:style w:type="paragraph" w:customStyle="1" w:styleId="123Odstavec">
    <w:name w:val="1.2.3. Odstavec"/>
    <w:basedOn w:val="Normln"/>
    <w:link w:val="123OdstavecChar"/>
    <w:qFormat/>
    <w:rsid w:val="000712F7"/>
    <w:pPr>
      <w:numPr>
        <w:ilvl w:val="2"/>
        <w:numId w:val="1"/>
      </w:numPr>
      <w:pBdr>
        <w:right w:val="wave" w:sz="6" w:space="4" w:color="auto"/>
      </w:pBdr>
      <w:spacing w:after="120" w:line="240" w:lineRule="auto"/>
      <w:ind w:left="709" w:hanging="709"/>
      <w:jc w:val="both"/>
    </w:pPr>
    <w:rPr>
      <w:rFonts w:asciiTheme="minorHAnsi" w:hAnsiTheme="minorHAnsi"/>
      <w:color w:val="000000" w:themeColor="text1"/>
      <w:sz w:val="22"/>
      <w:szCs w:val="22"/>
    </w:rPr>
  </w:style>
  <w:style w:type="character" w:customStyle="1" w:styleId="123OdstavecChar">
    <w:name w:val="1.2.3. Odstavec Char"/>
    <w:basedOn w:val="OdstavecChar"/>
    <w:link w:val="123Odstavec"/>
    <w:rsid w:val="000712F7"/>
    <w:rPr>
      <w:rFonts w:ascii="Times New Roman" w:eastAsia="Times New Roman" w:hAnsi="Times New Roman" w:cs="Times New Roman"/>
      <w:noProof/>
      <w:color w:val="000000" w:themeColor="text1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64E9A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us.pavel\Documents\Vlastn&#237;%20&#353;ablony%20Office\R&#225;mcov&#225;%20smlouv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D1BD1-6ED4-4658-A9C3-AF3D694BA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smlouva.dotx</Template>
  <TotalTime>26</TotalTime>
  <Pages>1</Pages>
  <Words>123</Words>
  <Characters>732</Characters>
  <Application>Microsoft Office Word</Application>
  <DocSecurity>8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Raus</dc:creator>
  <cp:keywords/>
  <dc:description/>
  <cp:lastModifiedBy>Pavel Raus</cp:lastModifiedBy>
  <cp:revision>4</cp:revision>
  <dcterms:created xsi:type="dcterms:W3CDTF">2025-05-05T14:00:00Z</dcterms:created>
  <dcterms:modified xsi:type="dcterms:W3CDTF">2025-09-22T15:36:00Z</dcterms:modified>
</cp:coreProperties>
</file>